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65669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6B4499" w:rsidRPr="006B4499">
        <w:rPr>
          <w:b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B4499" w:rsidRPr="006B4499">
        <w:rPr>
          <w:rFonts w:ascii="Times New Roman" w:eastAsia="Times New Roman" w:hAnsi="Times New Roman"/>
          <w:b/>
          <w:sz w:val="24"/>
          <w:szCs w:val="20"/>
          <w:lang w:eastAsia="pl-PL"/>
        </w:rPr>
        <w:t>BP.271.18.2020.BS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B4499" w:rsidRPr="006B4499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6B4499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B4499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istniejącego tarasu, placu manewrowego i chodników przy przedszkolu nr 3 Jarzębinka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389" w:rsidRDefault="003F4389" w:rsidP="00025386">
      <w:pPr>
        <w:spacing w:after="0" w:line="240" w:lineRule="auto"/>
      </w:pPr>
      <w:r>
        <w:separator/>
      </w:r>
    </w:p>
  </w:endnote>
  <w:endnote w:type="continuationSeparator" w:id="0">
    <w:p w:rsidR="003F4389" w:rsidRDefault="003F438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499" w:rsidRDefault="006B44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65669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F7D3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F7D3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499" w:rsidRDefault="006B44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389" w:rsidRDefault="003F4389" w:rsidP="00025386">
      <w:pPr>
        <w:spacing w:after="0" w:line="240" w:lineRule="auto"/>
      </w:pPr>
      <w:r>
        <w:separator/>
      </w:r>
    </w:p>
  </w:footnote>
  <w:footnote w:type="continuationSeparator" w:id="0">
    <w:p w:rsidR="003F4389" w:rsidRDefault="003F438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499" w:rsidRDefault="006B44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499" w:rsidRDefault="006B449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499" w:rsidRDefault="006B44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89"/>
    <w:rsid w:val="00025386"/>
    <w:rsid w:val="00101B40"/>
    <w:rsid w:val="001C2314"/>
    <w:rsid w:val="002F7D3C"/>
    <w:rsid w:val="003C30EF"/>
    <w:rsid w:val="003F4389"/>
    <w:rsid w:val="005624D8"/>
    <w:rsid w:val="005A0158"/>
    <w:rsid w:val="00656696"/>
    <w:rsid w:val="0069796D"/>
    <w:rsid w:val="006B4499"/>
    <w:rsid w:val="008E405A"/>
    <w:rsid w:val="008F249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2020-06-23T11:21:00Z</dcterms:created>
  <dcterms:modified xsi:type="dcterms:W3CDTF">2020-06-23T11:21:00Z</dcterms:modified>
</cp:coreProperties>
</file>